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65B" w:rsidRPr="009256A1" w:rsidRDefault="00866A72" w:rsidP="0079054A">
      <w:pPr>
        <w:spacing w:after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Cover Letter</w:t>
      </w:r>
    </w:p>
    <w:p w:rsidR="00E40019" w:rsidRPr="009256A1" w:rsidRDefault="00E40019" w:rsidP="0079054A">
      <w:pPr>
        <w:spacing w:after="0" w:line="360" w:lineRule="auto"/>
        <w:jc w:val="both"/>
        <w:rPr>
          <w:lang w:val="en-US"/>
        </w:rPr>
      </w:pPr>
    </w:p>
    <w:p w:rsidR="0029184D" w:rsidRPr="0029184D" w:rsidRDefault="00E40019" w:rsidP="0079054A">
      <w:pPr>
        <w:spacing w:after="0" w:line="360" w:lineRule="auto"/>
        <w:jc w:val="both"/>
        <w:rPr>
          <w:b/>
          <w:lang w:val="en-US"/>
        </w:rPr>
      </w:pPr>
      <w:r w:rsidRPr="00C205D2">
        <w:rPr>
          <w:b/>
          <w:lang w:val="en-US"/>
        </w:rPr>
        <w:t xml:space="preserve">Re: Revisions Required for </w:t>
      </w:r>
      <w:r w:rsidR="009256A1">
        <w:rPr>
          <w:b/>
          <w:lang w:val="en-US"/>
        </w:rPr>
        <w:t>Your JoVE Submission JoVE57566R2</w:t>
      </w:r>
    </w:p>
    <w:p w:rsidR="0029184D" w:rsidRDefault="0029184D" w:rsidP="0079054A">
      <w:pPr>
        <w:spacing w:after="0" w:line="360" w:lineRule="auto"/>
        <w:jc w:val="both"/>
        <w:rPr>
          <w:lang w:val="en-US"/>
        </w:rPr>
      </w:pPr>
    </w:p>
    <w:p w:rsidR="007A3D6E" w:rsidRDefault="00866A72" w:rsidP="0079054A">
      <w:pPr>
        <w:spacing w:after="0" w:line="360" w:lineRule="auto"/>
        <w:jc w:val="both"/>
        <w:rPr>
          <w:lang w:val="en-US"/>
        </w:rPr>
      </w:pPr>
      <w:r w:rsidRPr="00866A72">
        <w:rPr>
          <w:lang w:val="en-US"/>
        </w:rPr>
        <w:t>The</w:t>
      </w:r>
      <w:r>
        <w:rPr>
          <w:lang w:val="en-US"/>
        </w:rPr>
        <w:t xml:space="preserve"> Editorial comments have been addressed. Please see the document uploaded as a Rebuttal Letter.</w:t>
      </w:r>
    </w:p>
    <w:p w:rsidR="00866A72" w:rsidRDefault="00866A72" w:rsidP="0079054A">
      <w:pPr>
        <w:spacing w:after="0" w:line="360" w:lineRule="auto"/>
        <w:jc w:val="both"/>
        <w:rPr>
          <w:lang w:val="en-US"/>
        </w:rPr>
      </w:pPr>
    </w:p>
    <w:p w:rsidR="00866A72" w:rsidRDefault="00866A72" w:rsidP="0079054A">
      <w:pPr>
        <w:spacing w:after="0" w:line="360" w:lineRule="auto"/>
        <w:jc w:val="both"/>
        <w:rPr>
          <w:lang w:val="en-US"/>
        </w:rPr>
      </w:pPr>
      <w:r>
        <w:rPr>
          <w:lang w:val="en-US"/>
        </w:rPr>
        <w:t>Yours sincerely,</w:t>
      </w:r>
    </w:p>
    <w:p w:rsidR="00866A72" w:rsidRPr="00866A72" w:rsidRDefault="00866A72" w:rsidP="0079054A">
      <w:pPr>
        <w:spacing w:after="0" w:line="360" w:lineRule="auto"/>
        <w:jc w:val="both"/>
        <w:rPr>
          <w:rFonts w:cs="Times New Roman"/>
          <w:bCs/>
          <w:lang w:val="en-US" w:eastAsia="de-DE"/>
        </w:rPr>
      </w:pPr>
      <w:r>
        <w:rPr>
          <w:lang w:val="en-US"/>
        </w:rPr>
        <w:t>Peter J. Hanley (MBChB, PhD)</w:t>
      </w:r>
      <w:bookmarkStart w:id="0" w:name="_GoBack"/>
      <w:bookmarkEnd w:id="0"/>
    </w:p>
    <w:p w:rsidR="007A3D6E" w:rsidRDefault="007A3D6E" w:rsidP="0079054A">
      <w:pPr>
        <w:spacing w:after="0" w:line="360" w:lineRule="auto"/>
        <w:jc w:val="both"/>
        <w:rPr>
          <w:rFonts w:cs="Times New Roman"/>
          <w:bCs/>
          <w:lang w:val="en-US" w:eastAsia="de-DE"/>
        </w:rPr>
      </w:pPr>
    </w:p>
    <w:sectPr w:rsidR="007A3D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305B8"/>
    <w:multiLevelType w:val="multilevel"/>
    <w:tmpl w:val="CE2A9A2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19"/>
    <w:rsid w:val="0029184D"/>
    <w:rsid w:val="002D2C26"/>
    <w:rsid w:val="003C33A1"/>
    <w:rsid w:val="00446AFB"/>
    <w:rsid w:val="005161CE"/>
    <w:rsid w:val="006C5F5F"/>
    <w:rsid w:val="0079054A"/>
    <w:rsid w:val="007A3D6E"/>
    <w:rsid w:val="00866A72"/>
    <w:rsid w:val="0087365B"/>
    <w:rsid w:val="009256A1"/>
    <w:rsid w:val="00C205D2"/>
    <w:rsid w:val="00E4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4E163-5F13-48CB-B024-1216336F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40019"/>
    <w:rPr>
      <w:color w:val="0000FF"/>
      <w:u w:val="single"/>
    </w:rPr>
  </w:style>
  <w:style w:type="paragraph" w:styleId="NormalWeb">
    <w:name w:val="Normal (Web)"/>
    <w:basedOn w:val="Normal"/>
    <w:rsid w:val="007A3D6E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9A3DA98E.dotm</Template>
  <TotalTime>0</TotalTime>
  <Pages>1</Pages>
  <Words>35</Words>
  <Characters>187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IVV Naturwissenschaften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Hanley</dc:creator>
  <cp:keywords/>
  <dc:description/>
  <cp:lastModifiedBy>Peter Hanley</cp:lastModifiedBy>
  <cp:revision>2</cp:revision>
  <dcterms:created xsi:type="dcterms:W3CDTF">2018-03-21T12:43:00Z</dcterms:created>
  <dcterms:modified xsi:type="dcterms:W3CDTF">2018-03-21T12:43:00Z</dcterms:modified>
</cp:coreProperties>
</file>